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241A529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</w:t>
      </w:r>
      <w:r w:rsidRPr="004A0CFC">
        <w:rPr>
          <w:b/>
          <w:color w:val="FF5200" w:themeColor="accent2"/>
          <w:sz w:val="36"/>
          <w:szCs w:val="36"/>
        </w:rPr>
        <w:t>list nabídky</w:t>
      </w:r>
      <w:r w:rsidR="0031280B" w:rsidRPr="004A0CFC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082465">
        <w:rPr>
          <w:b/>
          <w:color w:val="FF5200" w:themeColor="accent2"/>
          <w:sz w:val="36"/>
          <w:szCs w:val="36"/>
        </w:rPr>
        <w:t>„</w:t>
      </w:r>
      <w:r w:rsidR="00947A9D" w:rsidRPr="00947A9D">
        <w:rPr>
          <w:b/>
          <w:color w:val="FF5200" w:themeColor="accent2"/>
          <w:sz w:val="36"/>
          <w:szCs w:val="36"/>
        </w:rPr>
        <w:t xml:space="preserve">Zajištění jazykových kurzů pro zaměstnance státní </w:t>
      </w:r>
      <w:r w:rsidR="00947A9D" w:rsidRPr="00A922C0">
        <w:rPr>
          <w:b/>
          <w:color w:val="FF5200" w:themeColor="accent2"/>
          <w:sz w:val="36"/>
          <w:szCs w:val="36"/>
        </w:rPr>
        <w:t>organizace Správy železnic</w:t>
      </w:r>
      <w:r w:rsidR="0031280B" w:rsidRPr="00A922C0">
        <w:rPr>
          <w:b/>
          <w:color w:val="FF5200" w:themeColor="accent2"/>
          <w:sz w:val="36"/>
          <w:szCs w:val="36"/>
        </w:rPr>
        <w:t>“</w:t>
      </w:r>
      <w:r w:rsidR="000128D4" w:rsidRPr="00A922C0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A922C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A922C0" w:rsidRPr="00A922C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57355/2023-SŽ-GŘ-O8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17F88D00" w14:textId="0B04494F" w:rsidR="00D71A23" w:rsidRDefault="00A93A74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5418800" w:history="1">
            <w:r w:rsidR="00D71A23" w:rsidRPr="00B27E13">
              <w:rPr>
                <w:rStyle w:val="Hypertextovodkaz"/>
                <w:noProof/>
              </w:rPr>
              <w:t>Kapitola 1.</w:t>
            </w:r>
            <w:r w:rsidR="00D71A23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D71A23" w:rsidRPr="00B27E13">
              <w:rPr>
                <w:rStyle w:val="Hypertextovodkaz"/>
                <w:noProof/>
              </w:rPr>
              <w:t>Základní údaje k nabídce</w:t>
            </w:r>
            <w:r w:rsidR="00D71A23">
              <w:rPr>
                <w:noProof/>
                <w:webHidden/>
              </w:rPr>
              <w:tab/>
            </w:r>
            <w:r w:rsidR="00D71A23">
              <w:rPr>
                <w:noProof/>
                <w:webHidden/>
              </w:rPr>
              <w:fldChar w:fldCharType="begin"/>
            </w:r>
            <w:r w:rsidR="00D71A23">
              <w:rPr>
                <w:noProof/>
                <w:webHidden/>
              </w:rPr>
              <w:instrText xml:space="preserve"> PAGEREF _Toc145418800 \h </w:instrText>
            </w:r>
            <w:r w:rsidR="00D71A23">
              <w:rPr>
                <w:noProof/>
                <w:webHidden/>
              </w:rPr>
            </w:r>
            <w:r w:rsidR="00D71A23">
              <w:rPr>
                <w:noProof/>
                <w:webHidden/>
              </w:rPr>
              <w:fldChar w:fldCharType="separate"/>
            </w:r>
            <w:r w:rsidR="00D71A23">
              <w:rPr>
                <w:noProof/>
                <w:webHidden/>
              </w:rPr>
              <w:t>2</w:t>
            </w:r>
            <w:r w:rsidR="00D71A23">
              <w:rPr>
                <w:noProof/>
                <w:webHidden/>
              </w:rPr>
              <w:fldChar w:fldCharType="end"/>
            </w:r>
          </w:hyperlink>
        </w:p>
        <w:p w14:paraId="3545EA74" w14:textId="6D6F58E2" w:rsidR="00D71A23" w:rsidRDefault="00455E3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5418801" w:history="1">
            <w:r w:rsidR="00D71A23" w:rsidRPr="00B27E13">
              <w:rPr>
                <w:rStyle w:val="Hypertextovodkaz"/>
                <w:noProof/>
              </w:rPr>
              <w:t>Kapitola 2.</w:t>
            </w:r>
            <w:r w:rsidR="00D71A23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D71A23" w:rsidRPr="00B27E13">
              <w:rPr>
                <w:rStyle w:val="Hypertextovodkaz"/>
                <w:noProof/>
              </w:rPr>
              <w:t>Čestné prohlášení o splnění základní způsobilosti</w:t>
            </w:r>
            <w:r w:rsidR="00D71A23">
              <w:rPr>
                <w:noProof/>
                <w:webHidden/>
              </w:rPr>
              <w:tab/>
            </w:r>
            <w:r w:rsidR="00D71A23">
              <w:rPr>
                <w:noProof/>
                <w:webHidden/>
              </w:rPr>
              <w:fldChar w:fldCharType="begin"/>
            </w:r>
            <w:r w:rsidR="00D71A23">
              <w:rPr>
                <w:noProof/>
                <w:webHidden/>
              </w:rPr>
              <w:instrText xml:space="preserve"> PAGEREF _Toc145418801 \h </w:instrText>
            </w:r>
            <w:r w:rsidR="00D71A23">
              <w:rPr>
                <w:noProof/>
                <w:webHidden/>
              </w:rPr>
            </w:r>
            <w:r w:rsidR="00D71A23">
              <w:rPr>
                <w:noProof/>
                <w:webHidden/>
              </w:rPr>
              <w:fldChar w:fldCharType="separate"/>
            </w:r>
            <w:r w:rsidR="00D71A23">
              <w:rPr>
                <w:noProof/>
                <w:webHidden/>
              </w:rPr>
              <w:t>3</w:t>
            </w:r>
            <w:r w:rsidR="00D71A23">
              <w:rPr>
                <w:noProof/>
                <w:webHidden/>
              </w:rPr>
              <w:fldChar w:fldCharType="end"/>
            </w:r>
          </w:hyperlink>
        </w:p>
        <w:p w14:paraId="5640397C" w14:textId="71C5E44A" w:rsidR="00D71A23" w:rsidRDefault="00455E3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5418802" w:history="1">
            <w:r w:rsidR="00D71A23" w:rsidRPr="00B27E13">
              <w:rPr>
                <w:rStyle w:val="Hypertextovodkaz"/>
                <w:noProof/>
              </w:rPr>
              <w:t>Kapitola 3.</w:t>
            </w:r>
            <w:r w:rsidR="00D71A23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D71A23" w:rsidRPr="00B27E13">
              <w:rPr>
                <w:rStyle w:val="Hypertextovodkaz"/>
                <w:noProof/>
              </w:rPr>
              <w:t>Čestné prohlášení účastníka o střetu zájmů</w:t>
            </w:r>
            <w:r w:rsidR="00D71A23">
              <w:rPr>
                <w:noProof/>
                <w:webHidden/>
              </w:rPr>
              <w:tab/>
            </w:r>
            <w:r w:rsidR="00D71A23">
              <w:rPr>
                <w:noProof/>
                <w:webHidden/>
              </w:rPr>
              <w:fldChar w:fldCharType="begin"/>
            </w:r>
            <w:r w:rsidR="00D71A23">
              <w:rPr>
                <w:noProof/>
                <w:webHidden/>
              </w:rPr>
              <w:instrText xml:space="preserve"> PAGEREF _Toc145418802 \h </w:instrText>
            </w:r>
            <w:r w:rsidR="00D71A23">
              <w:rPr>
                <w:noProof/>
                <w:webHidden/>
              </w:rPr>
            </w:r>
            <w:r w:rsidR="00D71A23">
              <w:rPr>
                <w:noProof/>
                <w:webHidden/>
              </w:rPr>
              <w:fldChar w:fldCharType="separate"/>
            </w:r>
            <w:r w:rsidR="00D71A23">
              <w:rPr>
                <w:noProof/>
                <w:webHidden/>
              </w:rPr>
              <w:t>4</w:t>
            </w:r>
            <w:r w:rsidR="00D71A23">
              <w:rPr>
                <w:noProof/>
                <w:webHidden/>
              </w:rPr>
              <w:fldChar w:fldCharType="end"/>
            </w:r>
          </w:hyperlink>
        </w:p>
        <w:p w14:paraId="78EA1F9D" w14:textId="0E8B098B" w:rsidR="00D71A23" w:rsidRDefault="00455E3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5418803" w:history="1">
            <w:r w:rsidR="00D71A23" w:rsidRPr="00B27E13">
              <w:rPr>
                <w:rStyle w:val="Hypertextovodkaz"/>
                <w:noProof/>
              </w:rPr>
              <w:t>Kapitola 4.</w:t>
            </w:r>
            <w:r w:rsidR="00D71A23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D71A23" w:rsidRPr="00B27E13">
              <w:rPr>
                <w:rStyle w:val="Hypertextovodkaz"/>
                <w:noProof/>
              </w:rPr>
              <w:t>Čestné prohlášení účastníka k neuzavření zakázaných dohod</w:t>
            </w:r>
            <w:r w:rsidR="00D71A23">
              <w:rPr>
                <w:noProof/>
                <w:webHidden/>
              </w:rPr>
              <w:tab/>
            </w:r>
            <w:r w:rsidR="00D71A23">
              <w:rPr>
                <w:noProof/>
                <w:webHidden/>
              </w:rPr>
              <w:fldChar w:fldCharType="begin"/>
            </w:r>
            <w:r w:rsidR="00D71A23">
              <w:rPr>
                <w:noProof/>
                <w:webHidden/>
              </w:rPr>
              <w:instrText xml:space="preserve"> PAGEREF _Toc145418803 \h </w:instrText>
            </w:r>
            <w:r w:rsidR="00D71A23">
              <w:rPr>
                <w:noProof/>
                <w:webHidden/>
              </w:rPr>
            </w:r>
            <w:r w:rsidR="00D71A23">
              <w:rPr>
                <w:noProof/>
                <w:webHidden/>
              </w:rPr>
              <w:fldChar w:fldCharType="separate"/>
            </w:r>
            <w:r w:rsidR="00D71A23">
              <w:rPr>
                <w:noProof/>
                <w:webHidden/>
              </w:rPr>
              <w:t>5</w:t>
            </w:r>
            <w:r w:rsidR="00D71A23">
              <w:rPr>
                <w:noProof/>
                <w:webHidden/>
              </w:rPr>
              <w:fldChar w:fldCharType="end"/>
            </w:r>
          </w:hyperlink>
        </w:p>
        <w:p w14:paraId="48CBB482" w14:textId="087BC105" w:rsidR="00D71A23" w:rsidRDefault="00455E3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5418804" w:history="1">
            <w:r w:rsidR="00D71A23" w:rsidRPr="00B27E13">
              <w:rPr>
                <w:rStyle w:val="Hypertextovodkaz"/>
                <w:rFonts w:eastAsia="Times New Roman"/>
                <w:noProof/>
              </w:rPr>
              <w:t>Kapitola 5.</w:t>
            </w:r>
            <w:r w:rsidR="00D71A23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D71A23" w:rsidRPr="00B27E13">
              <w:rPr>
                <w:rStyle w:val="Hypertextovodkaz"/>
                <w:noProof/>
              </w:rPr>
              <w:t>Čestné</w:t>
            </w:r>
            <w:r w:rsidR="00D71A23" w:rsidRPr="00B27E13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D71A23">
              <w:rPr>
                <w:noProof/>
                <w:webHidden/>
              </w:rPr>
              <w:tab/>
            </w:r>
            <w:r w:rsidR="00D71A23">
              <w:rPr>
                <w:noProof/>
                <w:webHidden/>
              </w:rPr>
              <w:fldChar w:fldCharType="begin"/>
            </w:r>
            <w:r w:rsidR="00D71A23">
              <w:rPr>
                <w:noProof/>
                <w:webHidden/>
              </w:rPr>
              <w:instrText xml:space="preserve"> PAGEREF _Toc145418804 \h </w:instrText>
            </w:r>
            <w:r w:rsidR="00D71A23">
              <w:rPr>
                <w:noProof/>
                <w:webHidden/>
              </w:rPr>
            </w:r>
            <w:r w:rsidR="00D71A23">
              <w:rPr>
                <w:noProof/>
                <w:webHidden/>
              </w:rPr>
              <w:fldChar w:fldCharType="separate"/>
            </w:r>
            <w:r w:rsidR="00D71A23">
              <w:rPr>
                <w:noProof/>
                <w:webHidden/>
              </w:rPr>
              <w:t>6</w:t>
            </w:r>
            <w:r w:rsidR="00D71A23">
              <w:rPr>
                <w:noProof/>
                <w:webHidden/>
              </w:rPr>
              <w:fldChar w:fldCharType="end"/>
            </w:r>
          </w:hyperlink>
        </w:p>
        <w:p w14:paraId="49D8BD69" w14:textId="05A0EFD6" w:rsidR="00D71A23" w:rsidRDefault="00455E3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5418805" w:history="1">
            <w:r w:rsidR="00D71A23" w:rsidRPr="00B27E13">
              <w:rPr>
                <w:rStyle w:val="Hypertextovodkaz"/>
                <w:noProof/>
              </w:rPr>
              <w:t>Kapitola 6.</w:t>
            </w:r>
            <w:r w:rsidR="00D71A23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D71A23" w:rsidRPr="00B27E13">
              <w:rPr>
                <w:rStyle w:val="Hypertextovodkaz"/>
                <w:noProof/>
              </w:rPr>
              <w:t>Čestné prohlášení o splnění technické kvalifikace</w:t>
            </w:r>
            <w:r w:rsidR="00D71A23">
              <w:rPr>
                <w:noProof/>
                <w:webHidden/>
              </w:rPr>
              <w:tab/>
            </w:r>
            <w:r w:rsidR="00D71A23">
              <w:rPr>
                <w:noProof/>
                <w:webHidden/>
              </w:rPr>
              <w:fldChar w:fldCharType="begin"/>
            </w:r>
            <w:r w:rsidR="00D71A23">
              <w:rPr>
                <w:noProof/>
                <w:webHidden/>
              </w:rPr>
              <w:instrText xml:space="preserve"> PAGEREF _Toc145418805 \h </w:instrText>
            </w:r>
            <w:r w:rsidR="00D71A23">
              <w:rPr>
                <w:noProof/>
                <w:webHidden/>
              </w:rPr>
            </w:r>
            <w:r w:rsidR="00D71A23">
              <w:rPr>
                <w:noProof/>
                <w:webHidden/>
              </w:rPr>
              <w:fldChar w:fldCharType="separate"/>
            </w:r>
            <w:r w:rsidR="00D71A23">
              <w:rPr>
                <w:noProof/>
                <w:webHidden/>
              </w:rPr>
              <w:t>7</w:t>
            </w:r>
            <w:r w:rsidR="00D71A23">
              <w:rPr>
                <w:noProof/>
                <w:webHidden/>
              </w:rPr>
              <w:fldChar w:fldCharType="end"/>
            </w:r>
          </w:hyperlink>
        </w:p>
        <w:p w14:paraId="1AE74B59" w14:textId="079E4CF7" w:rsidR="00D71A23" w:rsidRDefault="00455E3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5418806" w:history="1">
            <w:r w:rsidR="00D71A23" w:rsidRPr="00B27E13">
              <w:rPr>
                <w:rStyle w:val="Hypertextovodkaz"/>
                <w:noProof/>
              </w:rPr>
              <w:t>Kapitola 7.</w:t>
            </w:r>
            <w:r w:rsidR="00D71A23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D71A23" w:rsidRPr="00B27E13">
              <w:rPr>
                <w:rStyle w:val="Hypertextovodkaz"/>
                <w:noProof/>
              </w:rPr>
              <w:t>Seznam osob</w:t>
            </w:r>
            <w:r w:rsidR="00D71A23">
              <w:rPr>
                <w:noProof/>
                <w:webHidden/>
              </w:rPr>
              <w:tab/>
            </w:r>
            <w:r w:rsidR="00D71A23">
              <w:rPr>
                <w:noProof/>
                <w:webHidden/>
              </w:rPr>
              <w:fldChar w:fldCharType="begin"/>
            </w:r>
            <w:r w:rsidR="00D71A23">
              <w:rPr>
                <w:noProof/>
                <w:webHidden/>
              </w:rPr>
              <w:instrText xml:space="preserve"> PAGEREF _Toc145418806 \h </w:instrText>
            </w:r>
            <w:r w:rsidR="00D71A23">
              <w:rPr>
                <w:noProof/>
                <w:webHidden/>
              </w:rPr>
            </w:r>
            <w:r w:rsidR="00D71A23">
              <w:rPr>
                <w:noProof/>
                <w:webHidden/>
              </w:rPr>
              <w:fldChar w:fldCharType="separate"/>
            </w:r>
            <w:r w:rsidR="00D71A23">
              <w:rPr>
                <w:noProof/>
                <w:webHidden/>
              </w:rPr>
              <w:t>8</w:t>
            </w:r>
            <w:r w:rsidR="00D71A23">
              <w:rPr>
                <w:noProof/>
                <w:webHidden/>
              </w:rPr>
              <w:fldChar w:fldCharType="end"/>
            </w:r>
          </w:hyperlink>
        </w:p>
        <w:p w14:paraId="364265E2" w14:textId="1B1AEA11" w:rsidR="00D71A23" w:rsidRDefault="00455E3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5418807" w:history="1">
            <w:r w:rsidR="00D71A23" w:rsidRPr="00B27E13">
              <w:rPr>
                <w:rStyle w:val="Hypertextovodkaz"/>
                <w:noProof/>
              </w:rPr>
              <w:t>Kapitola 8.</w:t>
            </w:r>
            <w:r w:rsidR="00D71A23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D71A23" w:rsidRPr="00B27E13">
              <w:rPr>
                <w:rStyle w:val="Hypertextovodkaz"/>
                <w:noProof/>
              </w:rPr>
              <w:t>Seznam referencí předkládaný za účelem hodnocení</w:t>
            </w:r>
            <w:r w:rsidR="00D71A23">
              <w:rPr>
                <w:noProof/>
                <w:webHidden/>
              </w:rPr>
              <w:tab/>
            </w:r>
            <w:r w:rsidR="00D71A23">
              <w:rPr>
                <w:noProof/>
                <w:webHidden/>
              </w:rPr>
              <w:fldChar w:fldCharType="begin"/>
            </w:r>
            <w:r w:rsidR="00D71A23">
              <w:rPr>
                <w:noProof/>
                <w:webHidden/>
              </w:rPr>
              <w:instrText xml:space="preserve"> PAGEREF _Toc145418807 \h </w:instrText>
            </w:r>
            <w:r w:rsidR="00D71A23">
              <w:rPr>
                <w:noProof/>
                <w:webHidden/>
              </w:rPr>
            </w:r>
            <w:r w:rsidR="00D71A23">
              <w:rPr>
                <w:noProof/>
                <w:webHidden/>
              </w:rPr>
              <w:fldChar w:fldCharType="separate"/>
            </w:r>
            <w:r w:rsidR="00D71A23">
              <w:rPr>
                <w:noProof/>
                <w:webHidden/>
              </w:rPr>
              <w:t>9</w:t>
            </w:r>
            <w:r w:rsidR="00D71A23">
              <w:rPr>
                <w:noProof/>
                <w:webHidden/>
              </w:rPr>
              <w:fldChar w:fldCharType="end"/>
            </w:r>
          </w:hyperlink>
        </w:p>
        <w:p w14:paraId="218BAFDF" w14:textId="2C4B4CB2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45418800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6A72A259" w:rsidR="00A93A74" w:rsidRDefault="00A93A74" w:rsidP="00A134A1">
      <w:pPr>
        <w:spacing w:before="360"/>
      </w:pPr>
      <w:r w:rsidRPr="00082465">
        <w:t xml:space="preserve">Účastník prohlašuje, že veškeré údaje uvedené v tomto krycím listu, který je přílohou č. </w:t>
      </w:r>
      <w:r w:rsidR="00B87D91" w:rsidRPr="00082465">
        <w:t xml:space="preserve">1 </w:t>
      </w:r>
      <w:r w:rsidRPr="00082465">
        <w:t>Výzvy k podání nabíd</w:t>
      </w:r>
      <w:r w:rsidR="004C76E9" w:rsidRPr="00082465">
        <w:t>ky</w:t>
      </w:r>
      <w:r w:rsidRPr="00082465">
        <w:t xml:space="preserve"> na veřejnou zakázku zadávanou</w:t>
      </w:r>
      <w:r w:rsidR="004C76E9" w:rsidRPr="00082465">
        <w:t xml:space="preserve"> jako </w:t>
      </w:r>
      <w:r w:rsidR="000128D4" w:rsidRPr="00082465">
        <w:rPr>
          <w:rFonts w:eastAsia="Times New Roman" w:cs="Times New Roman"/>
          <w:lang w:eastAsia="cs-CZ"/>
        </w:rPr>
        <w:t>podlimitní sektorovou veřejnou zakázku</w:t>
      </w:r>
      <w:r w:rsidRPr="00082465">
        <w:t>, jsou pravdivé</w:t>
      </w:r>
      <w:r w:rsidR="009771C9" w:rsidRPr="00082465">
        <w:t>, úplné a odpovídají skutečnosti</w:t>
      </w:r>
      <w:r w:rsidRPr="00082465">
        <w:t xml:space="preserve">. Účastník si je vědom důsledků záměrného uvedení nepravdivých údajů, které v rovině tohoto </w:t>
      </w:r>
      <w:r w:rsidR="00626DB3" w:rsidRPr="00082465">
        <w:t xml:space="preserve">výběrového </w:t>
      </w:r>
      <w:r w:rsidRPr="00082465">
        <w:t xml:space="preserve">řízení </w:t>
      </w:r>
      <w:r w:rsidR="009771C9" w:rsidRPr="00082465">
        <w:t>mohou vést až k</w:t>
      </w:r>
      <w:r w:rsidRPr="00082465">
        <w:t xml:space="preserve"> vyloučení Účastníka z </w:t>
      </w:r>
      <w:r w:rsidR="00626DB3" w:rsidRPr="00082465">
        <w:t xml:space="preserve">výběrového </w:t>
      </w:r>
      <w:r w:rsidRPr="00082465"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4F7BD209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082465">
        <w:t xml:space="preserve">: </w:t>
      </w:r>
      <w:r w:rsidR="00082465" w:rsidRPr="00082465">
        <w:rPr>
          <w:i/>
          <w:highlight w:val="green"/>
        </w:rPr>
        <w:t>(doplní dodavatel)</w:t>
      </w:r>
    </w:p>
    <w:p w14:paraId="73E3DD92" w14:textId="5673E5E9" w:rsidR="00082465" w:rsidRDefault="00082465" w:rsidP="008B1A2C">
      <w:r>
        <w:t xml:space="preserve">Počet významných referencí překladných pro účely hodnocení: </w:t>
      </w:r>
      <w:r w:rsidRPr="00082465">
        <w:rPr>
          <w:i/>
          <w:highlight w:val="green"/>
        </w:rPr>
        <w:t>(doplní dodavatel)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455E3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455E30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45418801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45418802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4A0CFC">
        <w:rPr>
          <w:rFonts w:eastAsia="Times New Roman" w:cs="Times New Roman"/>
          <w:lang w:eastAsia="cs-CZ"/>
        </w:rPr>
        <w:t xml:space="preserve">tuto </w:t>
      </w:r>
      <w:r w:rsidR="00A327CB" w:rsidRPr="00082465">
        <w:rPr>
          <w:rFonts w:eastAsia="Times New Roman" w:cs="Times New Roman"/>
          <w:lang w:eastAsia="cs-CZ"/>
        </w:rPr>
        <w:t>nabídku</w:t>
      </w:r>
      <w:r w:rsidR="00A327CB" w:rsidRPr="004A0CFC">
        <w:rPr>
          <w:rFonts w:eastAsia="Times New Roman" w:cs="Times New Roman"/>
          <w:lang w:eastAsia="cs-CZ"/>
        </w:rPr>
        <w:t>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45418803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45418804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45418805"/>
      <w:r w:rsidRPr="00E85D44">
        <w:t>Čestné prohlášení o splnění technické kvalifikace</w:t>
      </w:r>
      <w:bookmarkEnd w:id="5"/>
    </w:p>
    <w:p w14:paraId="71002640" w14:textId="31CF1489" w:rsidR="00E85D44" w:rsidRPr="004A0CFC" w:rsidRDefault="006E73DC" w:rsidP="00A134A1">
      <w:pPr>
        <w:spacing w:before="36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</w:t>
      </w:r>
      <w:r w:rsidR="00E85D44" w:rsidRPr="004A0CFC">
        <w:rPr>
          <w:rFonts w:eastAsia="Times New Roman" w:cs="Times New Roman"/>
          <w:lang w:eastAsia="cs-CZ"/>
        </w:rPr>
        <w:t xml:space="preserve">že za poslední 3 roky před zahájením </w:t>
      </w:r>
      <w:r w:rsidR="00A63D48" w:rsidRPr="004A0CFC">
        <w:rPr>
          <w:rFonts w:eastAsia="Times New Roman" w:cs="Times New Roman"/>
          <w:lang w:eastAsia="cs-CZ"/>
        </w:rPr>
        <w:t xml:space="preserve">výběrového </w:t>
      </w:r>
      <w:r w:rsidR="00E85D44" w:rsidRPr="004A0CFC">
        <w:rPr>
          <w:rFonts w:eastAsia="Times New Roman" w:cs="Times New Roman"/>
          <w:lang w:eastAsia="cs-CZ"/>
        </w:rPr>
        <w:t xml:space="preserve">řízení poskytoval alespoň </w:t>
      </w:r>
      <w:r w:rsidR="004A0CFC" w:rsidRPr="00082465">
        <w:rPr>
          <w:rFonts w:eastAsia="Times New Roman" w:cs="Times New Roman"/>
          <w:lang w:eastAsia="cs-CZ"/>
        </w:rPr>
        <w:t>3 významné služby</w:t>
      </w:r>
      <w:r w:rsidR="00E85D44" w:rsidRPr="004A0CFC">
        <w:rPr>
          <w:rFonts w:eastAsia="Times New Roman" w:cs="Times New Roman"/>
          <w:lang w:eastAsia="cs-CZ"/>
        </w:rPr>
        <w:t xml:space="preserve"> </w:t>
      </w:r>
      <w:r w:rsidR="004A0CFC" w:rsidRPr="004A0CFC">
        <w:rPr>
          <w:rFonts w:eastAsia="Times New Roman" w:cs="Times New Roman"/>
          <w:lang w:eastAsia="cs-CZ"/>
        </w:rPr>
        <w:t xml:space="preserve">definované </w:t>
      </w:r>
      <w:r w:rsidR="00E85D44" w:rsidRPr="004A0CFC">
        <w:rPr>
          <w:rFonts w:eastAsia="Times New Roman" w:cs="Times New Roman"/>
          <w:lang w:eastAsia="cs-CZ"/>
        </w:rPr>
        <w:t xml:space="preserve">v čl. </w:t>
      </w:r>
      <w:r w:rsidR="004A0CFC" w:rsidRPr="004A0CFC">
        <w:rPr>
          <w:rFonts w:eastAsia="Times New Roman" w:cs="Times New Roman"/>
          <w:lang w:eastAsia="cs-CZ"/>
        </w:rPr>
        <w:t xml:space="preserve">7.5.1 </w:t>
      </w:r>
      <w:r w:rsidR="00B87D91" w:rsidRPr="004A0CFC">
        <w:rPr>
          <w:rFonts w:eastAsia="Times New Roman" w:cs="Times New Roman"/>
          <w:lang w:eastAsia="cs-CZ"/>
        </w:rPr>
        <w:t>V</w:t>
      </w:r>
      <w:r w:rsidR="00E85D44" w:rsidRPr="004A0CFC">
        <w:rPr>
          <w:rFonts w:eastAsia="Times New Roman" w:cs="Times New Roman"/>
          <w:lang w:eastAsia="cs-CZ"/>
        </w:rPr>
        <w:t xml:space="preserve">ýzvy k podání nabídky </w:t>
      </w:r>
      <w:r w:rsidR="00E85D44" w:rsidRPr="00082465">
        <w:rPr>
          <w:rFonts w:eastAsia="Times New Roman" w:cs="Times New Roman"/>
          <w:lang w:eastAsia="cs-CZ"/>
        </w:rPr>
        <w:t>v</w:t>
      </w:r>
      <w:r w:rsidR="004A0CFC" w:rsidRPr="00082465">
        <w:rPr>
          <w:rFonts w:eastAsia="Times New Roman" w:cs="Times New Roman"/>
          <w:lang w:eastAsia="cs-CZ"/>
        </w:rPr>
        <w:t> minimální</w:t>
      </w:r>
      <w:r w:rsidR="00E85D44" w:rsidRPr="004A0CFC">
        <w:rPr>
          <w:rFonts w:eastAsia="Times New Roman" w:cs="Times New Roman"/>
          <w:lang w:eastAsia="cs-CZ"/>
        </w:rPr>
        <w:t xml:space="preserve"> hodnotě </w:t>
      </w:r>
      <w:r w:rsidR="004A0CFC" w:rsidRPr="004A0CFC">
        <w:rPr>
          <w:rFonts w:eastAsia="Times New Roman" w:cs="Times New Roman"/>
          <w:lang w:eastAsia="cs-CZ"/>
        </w:rPr>
        <w:t xml:space="preserve">6 000 000 </w:t>
      </w:r>
      <w:r w:rsidR="00E85D44" w:rsidRPr="004A0CFC">
        <w:rPr>
          <w:rFonts w:eastAsia="Times New Roman" w:cs="Times New Roman"/>
          <w:lang w:eastAsia="cs-CZ"/>
        </w:rPr>
        <w:t>Kč bez DPH</w:t>
      </w:r>
      <w:r w:rsidR="004A0CFC" w:rsidRPr="004A0CFC">
        <w:rPr>
          <w:rFonts w:eastAsia="Times New Roman" w:cs="Times New Roman"/>
          <w:lang w:eastAsia="cs-CZ"/>
        </w:rPr>
        <w:t xml:space="preserve"> za všechny tyto služby</w:t>
      </w:r>
      <w:r w:rsidR="00E85D44" w:rsidRPr="004A0CFC">
        <w:rPr>
          <w:rFonts w:eastAsia="Times New Roman" w:cs="Times New Roman"/>
          <w:lang w:eastAsia="cs-CZ"/>
        </w:rPr>
        <w:t>.</w:t>
      </w:r>
    </w:p>
    <w:p w14:paraId="2DC84E9A" w14:textId="77777777" w:rsidR="00E85D44" w:rsidRPr="004A0CFC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:rsidRPr="004A0CFC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05398DE" w:rsidR="00E85D44" w:rsidRPr="004A0CFC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A0CFC"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 w:rsidRPr="004A0CFC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521C7954" w:rsidR="00E85D44" w:rsidRPr="004A0CFC" w:rsidRDefault="00E85D4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4A0CFC"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0B3E9702" w14:textId="0018152E" w:rsidR="00E85D44" w:rsidRPr="004A0CFC" w:rsidRDefault="00E85D4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4A0CFC">
              <w:rPr>
                <w:rFonts w:eastAsia="Times New Roman" w:cs="Times New Roman"/>
                <w:b/>
                <w:spacing w:val="-6"/>
                <w:lang w:eastAsia="cs-CZ"/>
              </w:rPr>
              <w:t>Předmět plnění významné služby</w:t>
            </w: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36F14254" w:rsidR="00E85D44" w:rsidRPr="004A0CFC" w:rsidRDefault="00E85D4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4A0CFC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A0CFC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A0CFC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2815B7BD" w:rsidR="00E85D44" w:rsidRPr="004A0CFC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A0CFC">
              <w:rPr>
                <w:rFonts w:eastAsia="Times New Roman" w:cs="Times New Roman"/>
                <w:spacing w:val="-6"/>
                <w:lang w:eastAsia="cs-CZ"/>
              </w:rPr>
              <w:t xml:space="preserve">(datum od-do, v rámci 3 kalendářních let nazpět před zahájením </w:t>
            </w:r>
            <w:r w:rsidR="00A63D48" w:rsidRPr="004A0CFC">
              <w:rPr>
                <w:rFonts w:eastAsia="Times New Roman" w:cs="Times New Roman"/>
                <w:spacing w:val="-6"/>
                <w:lang w:eastAsia="cs-CZ"/>
              </w:rPr>
              <w:t xml:space="preserve">výběrového </w:t>
            </w:r>
            <w:r w:rsidRPr="004A0CFC">
              <w:rPr>
                <w:rFonts w:eastAsia="Times New Roman" w:cs="Times New Roman"/>
                <w:spacing w:val="-6"/>
                <w:lang w:eastAsia="cs-CZ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Pr="004A0CFC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082465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7E6E6" w:themeFill="background2"/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0" w:type="dxa"/>
            <w:tcBorders>
              <w:top w:val="single" w:sz="2" w:space="0" w:color="auto"/>
              <w:bottom w:val="single" w:sz="2" w:space="0" w:color="auto"/>
            </w:tcBorders>
            <w:shd w:val="clear" w:color="auto" w:fill="E7E6E6" w:themeFill="background2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0" w:type="dxa"/>
            <w:tcBorders>
              <w:top w:val="single" w:sz="2" w:space="0" w:color="auto"/>
              <w:bottom w:val="single" w:sz="2" w:space="0" w:color="auto"/>
            </w:tcBorders>
            <w:shd w:val="clear" w:color="auto" w:fill="E7E6E6" w:themeFill="background2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4A0CFC" w14:paraId="09A32E7F" w14:textId="77777777" w:rsidTr="0008246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304CFA81" w14:textId="77777777" w:rsidR="004A0CFC" w:rsidRDefault="004A0CFC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1432FA90" w14:textId="77777777" w:rsidR="004A0CFC" w:rsidRDefault="004A0CFC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02C315AC" w14:textId="77777777" w:rsidR="004A0CFC" w:rsidRDefault="004A0CFC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123132C" w14:textId="77777777" w:rsidR="004A0CFC" w:rsidRDefault="004A0CFC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6" w:name="_Toc58876012"/>
      <w:bookmarkStart w:id="7" w:name="_Toc145418806"/>
      <w:bookmarkStart w:id="8" w:name="_Hlk145418578"/>
      <w:r>
        <w:t>Seznam osob</w:t>
      </w:r>
      <w:bookmarkEnd w:id="6"/>
      <w:bookmarkEnd w:id="7"/>
    </w:p>
    <w:bookmarkEnd w:id="8"/>
    <w:p w14:paraId="25AA11C4" w14:textId="7A7181F8" w:rsidR="00F44645" w:rsidRDefault="006E73DC" w:rsidP="00A134A1">
      <w:pPr>
        <w:spacing w:before="360" w:after="36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40"/>
        <w:gridCol w:w="2943"/>
        <w:gridCol w:w="2719"/>
      </w:tblGrid>
      <w:tr w:rsidR="00F76C23" w14:paraId="23E1AAD0" w14:textId="4D9B9115" w:rsidTr="00F76C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  <w:shd w:val="clear" w:color="auto" w:fill="auto"/>
          </w:tcPr>
          <w:p w14:paraId="083B475F" w14:textId="77777777" w:rsidR="00F76C23" w:rsidRPr="00F44645" w:rsidRDefault="00F76C23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082465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2943" w:type="dxa"/>
            <w:shd w:val="clear" w:color="auto" w:fill="auto"/>
          </w:tcPr>
          <w:p w14:paraId="652DAA0D" w14:textId="77777777" w:rsidR="00F76C23" w:rsidRPr="00F44645" w:rsidRDefault="00F76C23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082465">
              <w:rPr>
                <w:rFonts w:eastAsia="Times New Roman" w:cs="Times New Roman"/>
                <w:lang w:eastAsia="cs-CZ"/>
              </w:rPr>
              <w:t>Jméno a příjmení</w:t>
            </w:r>
          </w:p>
        </w:tc>
        <w:tc>
          <w:tcPr>
            <w:tcW w:w="2719" w:type="dxa"/>
          </w:tcPr>
          <w:p w14:paraId="6419AFFD" w14:textId="1C54178C" w:rsidR="00F76C23" w:rsidRPr="00082465" w:rsidRDefault="00AA4D93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Vyučovaný j</w:t>
            </w:r>
            <w:r w:rsidR="00F76C23">
              <w:rPr>
                <w:rFonts w:eastAsia="Times New Roman" w:cs="Times New Roman"/>
                <w:lang w:eastAsia="cs-CZ"/>
              </w:rPr>
              <w:t>azyk</w:t>
            </w:r>
          </w:p>
        </w:tc>
      </w:tr>
      <w:tr w:rsidR="00F76C23" w14:paraId="5D07A0DB" w14:textId="48816330" w:rsidTr="00F76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  <w:shd w:val="clear" w:color="auto" w:fill="auto"/>
          </w:tcPr>
          <w:p w14:paraId="2362AB3B" w14:textId="608A6855" w:rsidR="00F76C23" w:rsidRPr="00082465" w:rsidRDefault="00F76C23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082465">
              <w:rPr>
                <w:rFonts w:eastAsia="Times New Roman" w:cs="Times New Roman"/>
                <w:highlight w:val="green"/>
                <w:lang w:eastAsia="cs-CZ"/>
              </w:rPr>
              <w:t>Koordinátor</w:t>
            </w:r>
          </w:p>
        </w:tc>
        <w:tc>
          <w:tcPr>
            <w:tcW w:w="2943" w:type="dxa"/>
            <w:shd w:val="clear" w:color="auto" w:fill="auto"/>
          </w:tcPr>
          <w:p w14:paraId="1B4FBCB8" w14:textId="77777777" w:rsidR="00F76C23" w:rsidRPr="00F44645" w:rsidRDefault="00F76C23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  <w:tc>
          <w:tcPr>
            <w:tcW w:w="2719" w:type="dxa"/>
          </w:tcPr>
          <w:p w14:paraId="26C6FFF5" w14:textId="77777777" w:rsidR="00F76C23" w:rsidRPr="00F44645" w:rsidRDefault="00F76C23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76C23" w14:paraId="030DEE8B" w14:textId="3B561379" w:rsidTr="00F76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</w:tcPr>
          <w:p w14:paraId="08B2CC60" w14:textId="353EBEAA" w:rsidR="00F76C23" w:rsidRPr="00082465" w:rsidRDefault="00F76C23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082465">
              <w:rPr>
                <w:rFonts w:eastAsia="Times New Roman" w:cs="Times New Roman"/>
                <w:highlight w:val="green"/>
                <w:lang w:eastAsia="cs-CZ"/>
              </w:rPr>
              <w:t>Lektor</w:t>
            </w:r>
          </w:p>
        </w:tc>
        <w:tc>
          <w:tcPr>
            <w:tcW w:w="2943" w:type="dxa"/>
          </w:tcPr>
          <w:p w14:paraId="4E57380B" w14:textId="77777777" w:rsidR="00F76C23" w:rsidRPr="00F44645" w:rsidRDefault="00F76C23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  <w:tc>
          <w:tcPr>
            <w:tcW w:w="2719" w:type="dxa"/>
          </w:tcPr>
          <w:p w14:paraId="7035EF02" w14:textId="77777777" w:rsidR="00F76C23" w:rsidRPr="00F44645" w:rsidRDefault="00F76C23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76C23" w14:paraId="0AC6A739" w14:textId="601F08B3" w:rsidTr="00F76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</w:tcPr>
          <w:p w14:paraId="4884F73A" w14:textId="07C4DFC5" w:rsidR="00F76C23" w:rsidRPr="00082465" w:rsidRDefault="00F76C23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082465">
              <w:rPr>
                <w:rFonts w:eastAsia="Times New Roman" w:cs="Times New Roman"/>
                <w:highlight w:val="green"/>
                <w:lang w:eastAsia="cs-CZ"/>
              </w:rPr>
              <w:t>Lektor</w:t>
            </w:r>
          </w:p>
        </w:tc>
        <w:tc>
          <w:tcPr>
            <w:tcW w:w="2943" w:type="dxa"/>
          </w:tcPr>
          <w:p w14:paraId="300D56C6" w14:textId="77777777" w:rsidR="00F76C23" w:rsidRPr="00F44645" w:rsidRDefault="00F76C23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  <w:tc>
          <w:tcPr>
            <w:tcW w:w="2719" w:type="dxa"/>
          </w:tcPr>
          <w:p w14:paraId="219DA74D" w14:textId="77777777" w:rsidR="00F76C23" w:rsidRPr="00F44645" w:rsidRDefault="00F76C23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76C23" w14:paraId="03CC9933" w14:textId="3827FA82" w:rsidTr="00F76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</w:tcPr>
          <w:p w14:paraId="0209FF84" w14:textId="2D41EA8D" w:rsidR="00F76C23" w:rsidRPr="00082465" w:rsidRDefault="00F76C23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082465">
              <w:rPr>
                <w:rFonts w:eastAsia="Times New Roman" w:cs="Times New Roman"/>
                <w:highlight w:val="green"/>
                <w:lang w:eastAsia="cs-CZ"/>
              </w:rPr>
              <w:t>Lektor</w:t>
            </w:r>
          </w:p>
        </w:tc>
        <w:tc>
          <w:tcPr>
            <w:tcW w:w="2943" w:type="dxa"/>
          </w:tcPr>
          <w:p w14:paraId="549C1B35" w14:textId="77777777" w:rsidR="00F76C23" w:rsidRPr="00F44645" w:rsidRDefault="00F76C23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  <w:tc>
          <w:tcPr>
            <w:tcW w:w="2719" w:type="dxa"/>
          </w:tcPr>
          <w:p w14:paraId="70C21647" w14:textId="77777777" w:rsidR="00F76C23" w:rsidRPr="00F44645" w:rsidRDefault="00F76C23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76C23" w14:paraId="6E8CA85A" w14:textId="60DDA5D1" w:rsidTr="00F76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</w:tcPr>
          <w:p w14:paraId="3091917D" w14:textId="354F3A42" w:rsidR="00F76C23" w:rsidRPr="00082465" w:rsidRDefault="00F76C23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082465">
              <w:rPr>
                <w:rFonts w:eastAsia="Times New Roman" w:cs="Times New Roman"/>
                <w:highlight w:val="green"/>
                <w:lang w:eastAsia="cs-CZ"/>
              </w:rPr>
              <w:t>Lektor</w:t>
            </w:r>
          </w:p>
        </w:tc>
        <w:tc>
          <w:tcPr>
            <w:tcW w:w="2943" w:type="dxa"/>
          </w:tcPr>
          <w:p w14:paraId="5B873F1A" w14:textId="77777777" w:rsidR="00F76C23" w:rsidRPr="00F44645" w:rsidRDefault="00F76C23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  <w:tc>
          <w:tcPr>
            <w:tcW w:w="2719" w:type="dxa"/>
          </w:tcPr>
          <w:p w14:paraId="322F1EDD" w14:textId="77777777" w:rsidR="00F76C23" w:rsidRPr="00F44645" w:rsidRDefault="00F76C23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76C23" w14:paraId="689B4271" w14:textId="54BFD941" w:rsidTr="00F76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</w:tcPr>
          <w:p w14:paraId="0B3E8396" w14:textId="1C7BF774" w:rsidR="00F76C23" w:rsidRPr="00082465" w:rsidRDefault="00F76C23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082465">
              <w:rPr>
                <w:rFonts w:eastAsia="Times New Roman" w:cs="Times New Roman"/>
                <w:highlight w:val="green"/>
                <w:lang w:eastAsia="cs-CZ"/>
              </w:rPr>
              <w:t>Lektor</w:t>
            </w:r>
          </w:p>
        </w:tc>
        <w:tc>
          <w:tcPr>
            <w:tcW w:w="2943" w:type="dxa"/>
          </w:tcPr>
          <w:p w14:paraId="784ACCAF" w14:textId="77777777" w:rsidR="00F76C23" w:rsidRDefault="00F76C23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  <w:tc>
          <w:tcPr>
            <w:tcW w:w="2719" w:type="dxa"/>
          </w:tcPr>
          <w:p w14:paraId="5EFE6BB4" w14:textId="77777777" w:rsidR="00F76C23" w:rsidRDefault="00F76C23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76C23" w14:paraId="5BB6326C" w14:textId="6176B11B" w:rsidTr="00F76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</w:tcPr>
          <w:p w14:paraId="4FFAC91B" w14:textId="1683DCFD" w:rsidR="00F76C23" w:rsidRPr="00082465" w:rsidRDefault="00F76C23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082465">
              <w:rPr>
                <w:rFonts w:eastAsia="Times New Roman" w:cs="Times New Roman"/>
                <w:highlight w:val="green"/>
                <w:lang w:eastAsia="cs-CZ"/>
              </w:rPr>
              <w:t>Lekto</w:t>
            </w:r>
            <w:r>
              <w:rPr>
                <w:rFonts w:eastAsia="Times New Roman" w:cs="Times New Roman"/>
                <w:highlight w:val="green"/>
                <w:lang w:eastAsia="cs-CZ"/>
              </w:rPr>
              <w:t>r</w:t>
            </w:r>
          </w:p>
        </w:tc>
        <w:tc>
          <w:tcPr>
            <w:tcW w:w="2943" w:type="dxa"/>
          </w:tcPr>
          <w:p w14:paraId="6301EB8C" w14:textId="77777777" w:rsidR="00F76C23" w:rsidRDefault="00F76C23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  <w:tc>
          <w:tcPr>
            <w:tcW w:w="2719" w:type="dxa"/>
          </w:tcPr>
          <w:p w14:paraId="2175350C" w14:textId="77777777" w:rsidR="00F76C23" w:rsidRDefault="00F76C23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76C23" w14:paraId="00537192" w14:textId="2880D7D7" w:rsidTr="00F76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</w:tcPr>
          <w:p w14:paraId="4BE6E216" w14:textId="0F7EF1F1" w:rsidR="00F76C23" w:rsidRPr="00082465" w:rsidRDefault="00F76C23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082465">
              <w:rPr>
                <w:rFonts w:eastAsia="Times New Roman" w:cs="Times New Roman"/>
                <w:highlight w:val="green"/>
                <w:lang w:eastAsia="cs-CZ"/>
              </w:rPr>
              <w:t>Lektor</w:t>
            </w:r>
          </w:p>
        </w:tc>
        <w:tc>
          <w:tcPr>
            <w:tcW w:w="2943" w:type="dxa"/>
          </w:tcPr>
          <w:p w14:paraId="737C3D95" w14:textId="77777777" w:rsidR="00F76C23" w:rsidRDefault="00F76C23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  <w:tc>
          <w:tcPr>
            <w:tcW w:w="2719" w:type="dxa"/>
          </w:tcPr>
          <w:p w14:paraId="71E51BB5" w14:textId="77777777" w:rsidR="00F76C23" w:rsidRDefault="00F76C23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76C23" w14:paraId="1C4479D7" w14:textId="7D64EF54" w:rsidTr="00F76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</w:tcPr>
          <w:p w14:paraId="20802C3A" w14:textId="6A721BDC" w:rsidR="00F76C23" w:rsidRPr="00082465" w:rsidRDefault="00F76C23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082465">
              <w:rPr>
                <w:rFonts w:eastAsia="Times New Roman" w:cs="Times New Roman"/>
                <w:highlight w:val="green"/>
                <w:lang w:eastAsia="cs-CZ"/>
              </w:rPr>
              <w:t>Lektor</w:t>
            </w:r>
          </w:p>
        </w:tc>
        <w:tc>
          <w:tcPr>
            <w:tcW w:w="2943" w:type="dxa"/>
          </w:tcPr>
          <w:p w14:paraId="702D7DEA" w14:textId="77777777" w:rsidR="00F76C23" w:rsidRDefault="00F76C23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  <w:tc>
          <w:tcPr>
            <w:tcW w:w="2719" w:type="dxa"/>
          </w:tcPr>
          <w:p w14:paraId="243E5E08" w14:textId="77777777" w:rsidR="00F76C23" w:rsidRDefault="00F76C23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76C23" w14:paraId="718F116B" w14:textId="07AA1DC5" w:rsidTr="00F76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</w:tcPr>
          <w:p w14:paraId="0A02DC17" w14:textId="36A3A82E" w:rsidR="00F76C23" w:rsidRPr="00082465" w:rsidRDefault="00F76C23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082465">
              <w:rPr>
                <w:rFonts w:eastAsia="Times New Roman" w:cs="Times New Roman"/>
                <w:highlight w:val="green"/>
                <w:lang w:eastAsia="cs-CZ"/>
              </w:rPr>
              <w:t>Lektor</w:t>
            </w:r>
          </w:p>
        </w:tc>
        <w:tc>
          <w:tcPr>
            <w:tcW w:w="2943" w:type="dxa"/>
          </w:tcPr>
          <w:p w14:paraId="2AC20D90" w14:textId="77777777" w:rsidR="00F76C23" w:rsidRDefault="00F76C23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  <w:tc>
          <w:tcPr>
            <w:tcW w:w="2719" w:type="dxa"/>
          </w:tcPr>
          <w:p w14:paraId="2444BF46" w14:textId="77777777" w:rsidR="00F76C23" w:rsidRDefault="00F76C23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76C23" w14:paraId="41419C8F" w14:textId="7C6A9673" w:rsidTr="00F76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</w:tcPr>
          <w:p w14:paraId="189C3A59" w14:textId="6FB5B027" w:rsidR="00F76C23" w:rsidRPr="00082465" w:rsidRDefault="00F76C23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082465">
              <w:rPr>
                <w:rFonts w:eastAsia="Times New Roman" w:cs="Times New Roman"/>
                <w:highlight w:val="green"/>
                <w:lang w:eastAsia="cs-CZ"/>
              </w:rPr>
              <w:t>Lektor</w:t>
            </w:r>
          </w:p>
        </w:tc>
        <w:tc>
          <w:tcPr>
            <w:tcW w:w="2943" w:type="dxa"/>
          </w:tcPr>
          <w:p w14:paraId="3C772134" w14:textId="77777777" w:rsidR="00F76C23" w:rsidRDefault="00F76C23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  <w:tc>
          <w:tcPr>
            <w:tcW w:w="2719" w:type="dxa"/>
          </w:tcPr>
          <w:p w14:paraId="201AB88F" w14:textId="77777777" w:rsidR="00F76C23" w:rsidRDefault="00F76C23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A922C0" w14:paraId="01E69C0C" w14:textId="77777777" w:rsidTr="00F76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</w:tcPr>
          <w:p w14:paraId="41343446" w14:textId="5DACC723" w:rsidR="00A922C0" w:rsidRPr="00082465" w:rsidRDefault="00A922C0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Lektor</w:t>
            </w:r>
          </w:p>
        </w:tc>
        <w:tc>
          <w:tcPr>
            <w:tcW w:w="2943" w:type="dxa"/>
          </w:tcPr>
          <w:p w14:paraId="0AC62CE3" w14:textId="77777777" w:rsidR="00A922C0" w:rsidRDefault="00A922C0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  <w:tc>
          <w:tcPr>
            <w:tcW w:w="2719" w:type="dxa"/>
          </w:tcPr>
          <w:p w14:paraId="6FB4B091" w14:textId="77777777" w:rsidR="00A922C0" w:rsidRDefault="00A922C0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A922C0" w14:paraId="475E30D1" w14:textId="77777777" w:rsidTr="00F76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</w:tcPr>
          <w:p w14:paraId="06FD2518" w14:textId="58E35512" w:rsidR="00A922C0" w:rsidRPr="00082465" w:rsidRDefault="00A922C0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Lektor</w:t>
            </w:r>
          </w:p>
        </w:tc>
        <w:tc>
          <w:tcPr>
            <w:tcW w:w="2943" w:type="dxa"/>
          </w:tcPr>
          <w:p w14:paraId="3884CE0E" w14:textId="77777777" w:rsidR="00A922C0" w:rsidRDefault="00A922C0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  <w:tc>
          <w:tcPr>
            <w:tcW w:w="2719" w:type="dxa"/>
          </w:tcPr>
          <w:p w14:paraId="59E1D2BB" w14:textId="77777777" w:rsidR="00A922C0" w:rsidRDefault="00A922C0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A922C0" w14:paraId="61D22808" w14:textId="77777777" w:rsidTr="00F76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</w:tcPr>
          <w:p w14:paraId="03839673" w14:textId="5FE18611" w:rsidR="00A922C0" w:rsidRPr="00082465" w:rsidRDefault="00A922C0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Lektor</w:t>
            </w:r>
          </w:p>
        </w:tc>
        <w:tc>
          <w:tcPr>
            <w:tcW w:w="2943" w:type="dxa"/>
          </w:tcPr>
          <w:p w14:paraId="6A2F690E" w14:textId="77777777" w:rsidR="00A922C0" w:rsidRDefault="00A922C0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  <w:tc>
          <w:tcPr>
            <w:tcW w:w="2719" w:type="dxa"/>
          </w:tcPr>
          <w:p w14:paraId="37DE2F87" w14:textId="77777777" w:rsidR="00A922C0" w:rsidRDefault="00A922C0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A922C0" w14:paraId="35747AF2" w14:textId="77777777" w:rsidTr="00F76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</w:tcPr>
          <w:p w14:paraId="56569A84" w14:textId="08D59EDD" w:rsidR="00A922C0" w:rsidRPr="00082465" w:rsidRDefault="00A922C0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Lektor</w:t>
            </w:r>
          </w:p>
        </w:tc>
        <w:tc>
          <w:tcPr>
            <w:tcW w:w="2943" w:type="dxa"/>
          </w:tcPr>
          <w:p w14:paraId="53728B19" w14:textId="77777777" w:rsidR="00A922C0" w:rsidRDefault="00A922C0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  <w:tc>
          <w:tcPr>
            <w:tcW w:w="2719" w:type="dxa"/>
          </w:tcPr>
          <w:p w14:paraId="6C4F336B" w14:textId="77777777" w:rsidR="00A922C0" w:rsidRDefault="00A922C0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A922C0" w14:paraId="3474A55B" w14:textId="77777777" w:rsidTr="00F76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</w:tcPr>
          <w:p w14:paraId="509D5F1E" w14:textId="48B9618C" w:rsidR="00A922C0" w:rsidRPr="00082465" w:rsidRDefault="00A922C0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Lektor</w:t>
            </w:r>
          </w:p>
        </w:tc>
        <w:tc>
          <w:tcPr>
            <w:tcW w:w="2943" w:type="dxa"/>
          </w:tcPr>
          <w:p w14:paraId="4056ED7F" w14:textId="77777777" w:rsidR="00A922C0" w:rsidRDefault="00A922C0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  <w:tc>
          <w:tcPr>
            <w:tcW w:w="2719" w:type="dxa"/>
          </w:tcPr>
          <w:p w14:paraId="61E1F4AE" w14:textId="77777777" w:rsidR="00A922C0" w:rsidRDefault="00A922C0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A922C0" w14:paraId="3E3EF24F" w14:textId="77777777" w:rsidTr="00F76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</w:tcPr>
          <w:p w14:paraId="79F86E58" w14:textId="3E1801B6" w:rsidR="00A922C0" w:rsidRPr="00082465" w:rsidRDefault="00A922C0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Lektor</w:t>
            </w:r>
          </w:p>
        </w:tc>
        <w:tc>
          <w:tcPr>
            <w:tcW w:w="2943" w:type="dxa"/>
          </w:tcPr>
          <w:p w14:paraId="4AAE2173" w14:textId="77777777" w:rsidR="00A922C0" w:rsidRDefault="00A922C0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  <w:tc>
          <w:tcPr>
            <w:tcW w:w="2719" w:type="dxa"/>
          </w:tcPr>
          <w:p w14:paraId="15461FCF" w14:textId="77777777" w:rsidR="00A922C0" w:rsidRDefault="00A922C0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A922C0" w14:paraId="109938D1" w14:textId="77777777" w:rsidTr="00F76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</w:tcPr>
          <w:p w14:paraId="0FE29DB0" w14:textId="3FAC8521" w:rsidR="00A922C0" w:rsidRPr="00082465" w:rsidRDefault="00A922C0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Lektor</w:t>
            </w:r>
          </w:p>
        </w:tc>
        <w:tc>
          <w:tcPr>
            <w:tcW w:w="2943" w:type="dxa"/>
          </w:tcPr>
          <w:p w14:paraId="03C82C61" w14:textId="77777777" w:rsidR="00A922C0" w:rsidRDefault="00A922C0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  <w:tc>
          <w:tcPr>
            <w:tcW w:w="2719" w:type="dxa"/>
          </w:tcPr>
          <w:p w14:paraId="315B24A2" w14:textId="77777777" w:rsidR="00A922C0" w:rsidRDefault="00A922C0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A922C0" w14:paraId="44C9CF92" w14:textId="77777777" w:rsidTr="00F76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</w:tcPr>
          <w:p w14:paraId="612554DC" w14:textId="3D57D8D1" w:rsidR="00A922C0" w:rsidRPr="00082465" w:rsidRDefault="00A922C0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Lektor</w:t>
            </w:r>
          </w:p>
        </w:tc>
        <w:tc>
          <w:tcPr>
            <w:tcW w:w="2943" w:type="dxa"/>
          </w:tcPr>
          <w:p w14:paraId="703558D5" w14:textId="77777777" w:rsidR="00A922C0" w:rsidRDefault="00A922C0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  <w:tc>
          <w:tcPr>
            <w:tcW w:w="2719" w:type="dxa"/>
          </w:tcPr>
          <w:p w14:paraId="499DC636" w14:textId="77777777" w:rsidR="00A922C0" w:rsidRDefault="00A922C0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A922C0" w14:paraId="25F975FE" w14:textId="77777777" w:rsidTr="00F76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</w:tcPr>
          <w:p w14:paraId="0D2CF899" w14:textId="33E372C2" w:rsidR="00A922C0" w:rsidRPr="00082465" w:rsidRDefault="00A922C0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Lektor</w:t>
            </w:r>
          </w:p>
        </w:tc>
        <w:tc>
          <w:tcPr>
            <w:tcW w:w="2943" w:type="dxa"/>
          </w:tcPr>
          <w:p w14:paraId="1149AFEB" w14:textId="77777777" w:rsidR="00A922C0" w:rsidRDefault="00A922C0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  <w:tc>
          <w:tcPr>
            <w:tcW w:w="2719" w:type="dxa"/>
          </w:tcPr>
          <w:p w14:paraId="52EE95E6" w14:textId="77777777" w:rsidR="00A922C0" w:rsidRDefault="00A922C0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A922C0" w14:paraId="334C97BD" w14:textId="77777777" w:rsidTr="00F76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</w:tcPr>
          <w:p w14:paraId="6E305827" w14:textId="07181FB1" w:rsidR="00A922C0" w:rsidRPr="00082465" w:rsidRDefault="00A922C0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Lektor</w:t>
            </w:r>
          </w:p>
        </w:tc>
        <w:tc>
          <w:tcPr>
            <w:tcW w:w="2943" w:type="dxa"/>
          </w:tcPr>
          <w:p w14:paraId="4FB2C9ED" w14:textId="77777777" w:rsidR="00A922C0" w:rsidRDefault="00A922C0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  <w:tc>
          <w:tcPr>
            <w:tcW w:w="2719" w:type="dxa"/>
          </w:tcPr>
          <w:p w14:paraId="18F96962" w14:textId="77777777" w:rsidR="00A922C0" w:rsidRDefault="00A922C0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A922C0" w14:paraId="3CEE8338" w14:textId="77777777" w:rsidTr="00F76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</w:tcPr>
          <w:p w14:paraId="7A4123CC" w14:textId="7D1AFE26" w:rsidR="00A922C0" w:rsidRDefault="00A922C0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Lektor</w:t>
            </w:r>
          </w:p>
        </w:tc>
        <w:tc>
          <w:tcPr>
            <w:tcW w:w="2943" w:type="dxa"/>
          </w:tcPr>
          <w:p w14:paraId="30075274" w14:textId="77777777" w:rsidR="00A922C0" w:rsidRDefault="00A922C0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  <w:tc>
          <w:tcPr>
            <w:tcW w:w="2719" w:type="dxa"/>
          </w:tcPr>
          <w:p w14:paraId="23F30409" w14:textId="77777777" w:rsidR="00A922C0" w:rsidRDefault="00A922C0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A922C0" w14:paraId="0EF406D0" w14:textId="77777777" w:rsidTr="00F76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</w:tcPr>
          <w:p w14:paraId="252CCCCB" w14:textId="45F2FE2B" w:rsidR="00A922C0" w:rsidRDefault="00A922C0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Lektor</w:t>
            </w:r>
          </w:p>
        </w:tc>
        <w:tc>
          <w:tcPr>
            <w:tcW w:w="2943" w:type="dxa"/>
          </w:tcPr>
          <w:p w14:paraId="42B94C3B" w14:textId="77777777" w:rsidR="00A922C0" w:rsidRDefault="00A922C0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  <w:tc>
          <w:tcPr>
            <w:tcW w:w="2719" w:type="dxa"/>
          </w:tcPr>
          <w:p w14:paraId="59AE4E05" w14:textId="77777777" w:rsidR="00A922C0" w:rsidRDefault="00A922C0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A922C0" w14:paraId="040B83E1" w14:textId="77777777" w:rsidTr="00F76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</w:tcPr>
          <w:p w14:paraId="42B609BE" w14:textId="3C438831" w:rsidR="00A922C0" w:rsidRDefault="00A922C0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Lektor</w:t>
            </w:r>
          </w:p>
        </w:tc>
        <w:tc>
          <w:tcPr>
            <w:tcW w:w="2943" w:type="dxa"/>
          </w:tcPr>
          <w:p w14:paraId="5CA08FFE" w14:textId="77777777" w:rsidR="00A922C0" w:rsidRDefault="00A922C0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  <w:tc>
          <w:tcPr>
            <w:tcW w:w="2719" w:type="dxa"/>
          </w:tcPr>
          <w:p w14:paraId="16C0F88A" w14:textId="77777777" w:rsidR="00A922C0" w:rsidRDefault="00A922C0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76C23" w14:paraId="274AC354" w14:textId="3C270650" w:rsidTr="00F76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3" w:type="dxa"/>
            <w:gridSpan w:val="2"/>
          </w:tcPr>
          <w:p w14:paraId="5B1DF4F2" w14:textId="603687F8" w:rsidR="00F76C23" w:rsidRPr="00F44645" w:rsidRDefault="00F76C23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082465">
              <w:rPr>
                <w:rFonts w:eastAsia="Times New Roman" w:cs="Times New Roman"/>
                <w:highlight w:val="green"/>
                <w:lang w:eastAsia="cs-CZ"/>
              </w:rPr>
              <w:t xml:space="preserve">Pozn. V případě, že dodavatel uvede více členů realizačního týmu, upraví dodavatel tabulku dle potřeby. </w:t>
            </w:r>
          </w:p>
        </w:tc>
        <w:tc>
          <w:tcPr>
            <w:tcW w:w="2719" w:type="dxa"/>
          </w:tcPr>
          <w:p w14:paraId="402A0607" w14:textId="77777777" w:rsidR="00F76C23" w:rsidRPr="00082465" w:rsidRDefault="00F76C23" w:rsidP="00A07EA0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76C23" w14:paraId="4057DA1D" w14:textId="273601A7" w:rsidTr="00F76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3" w:type="dxa"/>
            <w:gridSpan w:val="2"/>
          </w:tcPr>
          <w:p w14:paraId="7A343811" w14:textId="77777777" w:rsidR="00F76C23" w:rsidRDefault="00F76C23" w:rsidP="00A327CB">
            <w:pPr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719" w:type="dxa"/>
          </w:tcPr>
          <w:p w14:paraId="5DEA259A" w14:textId="77777777" w:rsidR="00F76C23" w:rsidRDefault="00F76C23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082465" w:rsidRDefault="00F44645" w:rsidP="00A134A1">
      <w:pPr>
        <w:tabs>
          <w:tab w:val="right" w:pos="9063"/>
        </w:tabs>
        <w:spacing w:before="360" w:after="0" w:line="280" w:lineRule="atLeast"/>
        <w:ind w:right="6"/>
        <w:rPr>
          <w:rFonts w:eastAsia="Times New Roman" w:cs="Times New Roman"/>
          <w:lang w:eastAsia="cs-CZ"/>
        </w:rPr>
      </w:pPr>
      <w:r w:rsidRPr="00082465">
        <w:rPr>
          <w:rFonts w:eastAsia="Times New Roman" w:cs="Times New Roman"/>
          <w:lang w:eastAsia="cs-CZ"/>
        </w:rPr>
        <w:t>Přílohy:</w:t>
      </w:r>
    </w:p>
    <w:p w14:paraId="6A00F7AE" w14:textId="186FF62F" w:rsidR="00E666DF" w:rsidRDefault="00F44645" w:rsidP="0008246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082465">
        <w:rPr>
          <w:rFonts w:eastAsia="Times New Roman" w:cs="Times New Roman"/>
          <w:lang w:eastAsia="cs-CZ"/>
        </w:rPr>
        <w:t xml:space="preserve">Životopis </w:t>
      </w:r>
      <w:r w:rsidR="00082465">
        <w:rPr>
          <w:rFonts w:eastAsia="Times New Roman" w:cs="Times New Roman"/>
          <w:lang w:eastAsia="cs-CZ"/>
        </w:rPr>
        <w:t>členů realizačního týmu</w:t>
      </w:r>
    </w:p>
    <w:p w14:paraId="1A442ADD" w14:textId="5D8366BA" w:rsidR="00082465" w:rsidRDefault="00082465" w:rsidP="0008246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Kopie dokladů o dosaženém vzdělání</w:t>
      </w:r>
    </w:p>
    <w:p w14:paraId="1508CC6F" w14:textId="4E738661" w:rsidR="00082465" w:rsidRDefault="00082465" w:rsidP="0008246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Kopie certifikátů požadovaných v rámci technické specifikace</w:t>
      </w:r>
    </w:p>
    <w:p w14:paraId="5F3D095E" w14:textId="77777777" w:rsidR="00732455" w:rsidRDefault="00732455" w:rsidP="00F44645">
      <w:pPr>
        <w:spacing w:after="0"/>
        <w:rPr>
          <w:rFonts w:eastAsia="Times New Roman" w:cs="Times New Roman"/>
          <w:lang w:eastAsia="cs-CZ"/>
        </w:rPr>
      </w:pPr>
    </w:p>
    <w:p w14:paraId="05594DCC" w14:textId="77777777" w:rsidR="00732455" w:rsidRDefault="00732455" w:rsidP="00F44645">
      <w:pPr>
        <w:spacing w:after="0"/>
        <w:rPr>
          <w:rFonts w:eastAsia="Times New Roman" w:cs="Times New Roman"/>
          <w:lang w:eastAsia="cs-CZ"/>
        </w:rPr>
      </w:pPr>
    </w:p>
    <w:p w14:paraId="77F08A9B" w14:textId="77777777" w:rsidR="00732455" w:rsidRDefault="00732455" w:rsidP="00F44645">
      <w:pPr>
        <w:spacing w:after="0"/>
        <w:rPr>
          <w:rFonts w:eastAsia="Times New Roman" w:cs="Times New Roman"/>
          <w:lang w:eastAsia="cs-CZ"/>
        </w:rPr>
      </w:pPr>
    </w:p>
    <w:p w14:paraId="0B906E36" w14:textId="77777777" w:rsidR="00732455" w:rsidRDefault="00732455" w:rsidP="00F44645">
      <w:pPr>
        <w:spacing w:after="0"/>
        <w:rPr>
          <w:rFonts w:eastAsia="Times New Roman" w:cs="Times New Roman"/>
          <w:lang w:eastAsia="cs-CZ"/>
        </w:rPr>
      </w:pPr>
    </w:p>
    <w:p w14:paraId="4F42A88E" w14:textId="77777777" w:rsidR="00732455" w:rsidRDefault="00732455" w:rsidP="00F44645">
      <w:pPr>
        <w:spacing w:after="0"/>
        <w:rPr>
          <w:rFonts w:eastAsia="Times New Roman" w:cs="Times New Roman"/>
          <w:lang w:eastAsia="cs-CZ"/>
        </w:rPr>
      </w:pPr>
    </w:p>
    <w:p w14:paraId="5084EF3E" w14:textId="77777777" w:rsidR="00732455" w:rsidRDefault="00732455" w:rsidP="00F44645">
      <w:pPr>
        <w:spacing w:after="0"/>
        <w:rPr>
          <w:rFonts w:eastAsia="Times New Roman" w:cs="Times New Roman"/>
          <w:lang w:eastAsia="cs-CZ"/>
        </w:rPr>
      </w:pPr>
    </w:p>
    <w:p w14:paraId="6BF3FE10" w14:textId="77777777" w:rsidR="00732455" w:rsidRDefault="00732455" w:rsidP="00F44645">
      <w:pPr>
        <w:spacing w:after="0"/>
        <w:rPr>
          <w:rFonts w:eastAsia="Times New Roman" w:cs="Times New Roman"/>
          <w:lang w:eastAsia="cs-CZ"/>
        </w:rPr>
      </w:pPr>
    </w:p>
    <w:p w14:paraId="1E695812" w14:textId="77777777" w:rsidR="00732455" w:rsidRDefault="00732455" w:rsidP="00F44645">
      <w:pPr>
        <w:spacing w:after="0"/>
        <w:rPr>
          <w:rFonts w:eastAsia="Times New Roman" w:cs="Times New Roman"/>
          <w:lang w:eastAsia="cs-CZ"/>
        </w:rPr>
      </w:pPr>
    </w:p>
    <w:p w14:paraId="07D0AD1F" w14:textId="77777777" w:rsidR="00732455" w:rsidRDefault="00732455" w:rsidP="00F44645">
      <w:pPr>
        <w:spacing w:after="0"/>
        <w:rPr>
          <w:rFonts w:eastAsia="Times New Roman" w:cs="Times New Roman"/>
          <w:lang w:eastAsia="cs-CZ"/>
        </w:rPr>
      </w:pPr>
    </w:p>
    <w:p w14:paraId="471FE7F7" w14:textId="77777777" w:rsidR="00732455" w:rsidRDefault="00732455" w:rsidP="00F44645">
      <w:pPr>
        <w:spacing w:after="0"/>
        <w:rPr>
          <w:rFonts w:eastAsia="Times New Roman" w:cs="Times New Roman"/>
          <w:lang w:eastAsia="cs-CZ"/>
        </w:rPr>
      </w:pPr>
    </w:p>
    <w:p w14:paraId="206EE8AE" w14:textId="77777777" w:rsidR="00732455" w:rsidRDefault="00732455" w:rsidP="00F44645">
      <w:pPr>
        <w:spacing w:after="0"/>
        <w:rPr>
          <w:rFonts w:eastAsia="Times New Roman" w:cs="Times New Roman"/>
          <w:lang w:eastAsia="cs-CZ"/>
        </w:rPr>
      </w:pPr>
    </w:p>
    <w:p w14:paraId="2D61608E" w14:textId="77777777" w:rsidR="00732455" w:rsidRDefault="00732455" w:rsidP="00F44645">
      <w:pPr>
        <w:spacing w:after="0"/>
        <w:rPr>
          <w:rFonts w:eastAsia="Times New Roman" w:cs="Times New Roman"/>
          <w:lang w:eastAsia="cs-CZ"/>
        </w:rPr>
      </w:pPr>
    </w:p>
    <w:p w14:paraId="2A22A246" w14:textId="77777777" w:rsidR="00732455" w:rsidRDefault="00732455" w:rsidP="00F44645">
      <w:pPr>
        <w:spacing w:after="0"/>
        <w:rPr>
          <w:rFonts w:eastAsia="Times New Roman" w:cs="Times New Roman"/>
          <w:lang w:eastAsia="cs-CZ"/>
        </w:rPr>
      </w:pPr>
    </w:p>
    <w:p w14:paraId="6DC2BBAF" w14:textId="77777777" w:rsidR="00732455" w:rsidRDefault="00732455" w:rsidP="00F44645">
      <w:pPr>
        <w:spacing w:after="0"/>
        <w:rPr>
          <w:rFonts w:eastAsia="Times New Roman" w:cs="Times New Roman"/>
          <w:lang w:eastAsia="cs-CZ"/>
        </w:rPr>
      </w:pPr>
    </w:p>
    <w:p w14:paraId="373A0E85" w14:textId="0A76C425" w:rsidR="00732455" w:rsidRPr="000128D4" w:rsidRDefault="003E5CE1" w:rsidP="00732455">
      <w:pPr>
        <w:pStyle w:val="Nadpis2"/>
        <w:numPr>
          <w:ilvl w:val="0"/>
          <w:numId w:val="34"/>
        </w:numPr>
      </w:pPr>
      <w:bookmarkStart w:id="9" w:name="_Toc145418807"/>
      <w:r>
        <w:t>Čestné prohlášení s identifikací s</w:t>
      </w:r>
      <w:r w:rsidR="00732455">
        <w:t>eznam</w:t>
      </w:r>
      <w:r>
        <w:t>u</w:t>
      </w:r>
      <w:r w:rsidR="00732455">
        <w:t xml:space="preserve"> referencí předkládaný</w:t>
      </w:r>
      <w:r>
        <w:t>ch účastníkem</w:t>
      </w:r>
      <w:bookmarkStart w:id="10" w:name="_GoBack"/>
      <w:bookmarkEnd w:id="10"/>
      <w:r w:rsidR="00732455">
        <w:t xml:space="preserve"> za účelem hodnocení</w:t>
      </w:r>
      <w:bookmarkEnd w:id="9"/>
    </w:p>
    <w:p w14:paraId="3EA667D8" w14:textId="77777777" w:rsidR="00931468" w:rsidRDefault="00931468" w:rsidP="00F44645">
      <w:pPr>
        <w:spacing w:after="0"/>
        <w:rPr>
          <w:rFonts w:eastAsia="Times New Roman" w:cs="Times New Roman"/>
          <w:lang w:eastAsia="cs-CZ"/>
        </w:rPr>
      </w:pPr>
    </w:p>
    <w:p w14:paraId="1182A22A" w14:textId="77777777" w:rsidR="00931468" w:rsidRDefault="00931468" w:rsidP="00F44645">
      <w:pPr>
        <w:spacing w:after="0"/>
        <w:rPr>
          <w:rFonts w:eastAsia="Times New Roman" w:cs="Times New Roman"/>
          <w:lang w:eastAsia="cs-CZ"/>
        </w:rPr>
      </w:pPr>
    </w:p>
    <w:p w14:paraId="5144DD99" w14:textId="77777777" w:rsidR="00931468" w:rsidRDefault="00931468" w:rsidP="00F44645">
      <w:pPr>
        <w:spacing w:after="0"/>
        <w:rPr>
          <w:rFonts w:eastAsia="Times New Roman" w:cs="Times New Roman"/>
          <w:lang w:eastAsia="cs-CZ"/>
        </w:rPr>
      </w:pPr>
    </w:p>
    <w:p w14:paraId="51C0DB4F" w14:textId="77777777" w:rsidR="00931468" w:rsidRDefault="00931468" w:rsidP="00F44645">
      <w:pPr>
        <w:spacing w:after="0"/>
        <w:rPr>
          <w:rFonts w:eastAsia="Times New Roman" w:cs="Times New Roman"/>
          <w:lang w:eastAsia="cs-CZ"/>
        </w:rPr>
      </w:pPr>
    </w:p>
    <w:p w14:paraId="7A98E2ED" w14:textId="5C9CA7B4" w:rsidR="00931468" w:rsidRDefault="00931468" w:rsidP="00931468">
      <w:pPr>
        <w:widowControl w:val="0"/>
        <w:autoSpaceDE w:val="0"/>
        <w:spacing w:after="120" w:line="240" w:lineRule="auto"/>
        <w:rPr>
          <w:rFonts w:eastAsia="Times New Roman" w:cs="Times New Roman"/>
          <w:lang w:eastAsia="cs-CZ"/>
        </w:rPr>
      </w:pPr>
      <w:r w:rsidRPr="00931468">
        <w:rPr>
          <w:rFonts w:eastAsia="Times New Roman" w:cs="Times New Roman"/>
          <w:bCs/>
          <w:lang w:eastAsia="cs-CZ"/>
        </w:rPr>
        <w:t>Účastník</w:t>
      </w:r>
      <w:r>
        <w:rPr>
          <w:rFonts w:eastAsia="Times New Roman" w:cs="Times New Roman"/>
          <w:bCs/>
          <w:lang w:eastAsia="cs-CZ"/>
        </w:rPr>
        <w:t xml:space="preserve">, </w:t>
      </w:r>
      <w:r>
        <w:rPr>
          <w:rFonts w:eastAsia="Times New Roman" w:cs="Times New Roman"/>
          <w:lang w:eastAsia="cs-CZ"/>
        </w:rPr>
        <w:t>k</w:t>
      </w:r>
      <w:r w:rsidRPr="00DC73EE">
        <w:rPr>
          <w:rFonts w:eastAsia="Times New Roman" w:cs="Times New Roman"/>
          <w:lang w:eastAsia="cs-CZ"/>
        </w:rPr>
        <w:t xml:space="preserve">terý podává </w:t>
      </w:r>
      <w:r>
        <w:rPr>
          <w:rFonts w:eastAsia="Times New Roman" w:cs="Times New Roman"/>
          <w:lang w:eastAsia="cs-CZ"/>
        </w:rPr>
        <w:t xml:space="preserve">tuto </w:t>
      </w:r>
      <w:r w:rsidRPr="00DC73EE">
        <w:rPr>
          <w:rFonts w:eastAsia="Times New Roman" w:cs="Times New Roman"/>
          <w:lang w:eastAsia="cs-CZ"/>
        </w:rPr>
        <w:t>nabídku tímto</w:t>
      </w:r>
      <w:r>
        <w:rPr>
          <w:rFonts w:eastAsia="Times New Roman" w:cs="Times New Roman"/>
          <w:lang w:eastAsia="cs-CZ"/>
        </w:rPr>
        <w:t xml:space="preserve"> čestně prohlašuje, že za poslední 3 roky před zahájením výběrového řízení poskytoval následující významné služby definované v čl. 7.5.1 Výzvy k podání nabídky, které jsou relevantní pro hodnocení nabídek v souladu s čl. 15 Výzvy k podání nabídky:</w:t>
      </w:r>
    </w:p>
    <w:p w14:paraId="2815FA1C" w14:textId="77777777" w:rsidR="00931468" w:rsidRDefault="00931468" w:rsidP="00931468">
      <w:pPr>
        <w:widowControl w:val="0"/>
        <w:autoSpaceDE w:val="0"/>
        <w:spacing w:after="120" w:line="240" w:lineRule="auto"/>
        <w:rPr>
          <w:rFonts w:eastAsia="Times New Roman" w:cs="Times New Roman"/>
          <w:lang w:eastAsia="cs-CZ"/>
        </w:rPr>
      </w:pPr>
    </w:p>
    <w:p w14:paraId="5646941C" w14:textId="77777777" w:rsidR="00931468" w:rsidRDefault="00931468" w:rsidP="00931468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931468" w14:paraId="12E50991" w14:textId="77777777" w:rsidTr="00BD67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6CACD34E" w14:textId="77777777" w:rsidR="00931468" w:rsidRPr="00DC73EE" w:rsidRDefault="00931468" w:rsidP="00BD67F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DC73EE"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 w:rsidRPr="00DC73EE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</w:p>
          <w:p w14:paraId="3D334F12" w14:textId="77777777" w:rsidR="00931468" w:rsidRPr="00DC73EE" w:rsidRDefault="00931468" w:rsidP="00BD67F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DC73EE"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46D4991" w14:textId="77777777" w:rsidR="00931468" w:rsidRPr="00DC73EE" w:rsidRDefault="00931468" w:rsidP="00BD67F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DC73EE">
              <w:rPr>
                <w:rFonts w:eastAsia="Times New Roman" w:cs="Times New Roman"/>
                <w:b/>
                <w:spacing w:val="-6"/>
                <w:lang w:eastAsia="cs-CZ"/>
              </w:rPr>
              <w:t>Předmět plnění významné služby</w:t>
            </w:r>
          </w:p>
          <w:p w14:paraId="1FAC2C53" w14:textId="77777777" w:rsidR="00931468" w:rsidRPr="00DC73EE" w:rsidRDefault="00931468" w:rsidP="00BD67F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2B2D2E51" w14:textId="77777777" w:rsidR="00931468" w:rsidRPr="00DC73EE" w:rsidRDefault="00931468" w:rsidP="00BD67F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DC73EE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7F569BCF" w14:textId="77777777" w:rsidR="00931468" w:rsidRPr="00DC73EE" w:rsidRDefault="00931468" w:rsidP="00BD67F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DC73EE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38A451DB" w14:textId="77777777" w:rsidR="00931468" w:rsidRPr="00DC73EE" w:rsidRDefault="00931468" w:rsidP="00BD67F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DC73EE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931468" w14:paraId="03E11DDB" w14:textId="77777777" w:rsidTr="00BD67F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CAC54" w14:textId="77777777" w:rsidR="00931468" w:rsidRPr="00DC73EE" w:rsidRDefault="00931468" w:rsidP="00BD67F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C1C9C" w14:textId="77777777" w:rsidR="00931468" w:rsidRPr="00DC73EE" w:rsidRDefault="00931468" w:rsidP="00BD67F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6C25D86" w14:textId="77777777" w:rsidR="00931468" w:rsidRPr="00DC73EE" w:rsidRDefault="00931468" w:rsidP="00BD67F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A90C7" w14:textId="77777777" w:rsidR="00931468" w:rsidRPr="00DC73EE" w:rsidRDefault="00931468" w:rsidP="00BD67F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931468" w14:paraId="60F25E45" w14:textId="77777777" w:rsidTr="00BD67F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2FBD3" w14:textId="77777777" w:rsidR="00931468" w:rsidRPr="00DC73EE" w:rsidRDefault="00931468" w:rsidP="00BD67F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3C05F" w14:textId="77777777" w:rsidR="00931468" w:rsidRPr="00DC73EE" w:rsidRDefault="00931468" w:rsidP="00BD67F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7B395" w14:textId="77777777" w:rsidR="00931468" w:rsidRPr="00DC73EE" w:rsidRDefault="00931468" w:rsidP="00BD67F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14860" w14:textId="77777777" w:rsidR="00931468" w:rsidRPr="00DC73EE" w:rsidRDefault="00931468" w:rsidP="00BD67F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931468" w14:paraId="38C11C78" w14:textId="77777777" w:rsidTr="00BD67F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75D46" w14:textId="77777777" w:rsidR="00931468" w:rsidRPr="00DC73EE" w:rsidRDefault="00931468" w:rsidP="00BD67F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228F7" w14:textId="77777777" w:rsidR="00931468" w:rsidRPr="00DC73EE" w:rsidRDefault="00931468" w:rsidP="00BD67F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A39BD" w14:textId="77777777" w:rsidR="00931468" w:rsidRPr="00DC73EE" w:rsidRDefault="00931468" w:rsidP="00BD67F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5CF5E" w14:textId="77777777" w:rsidR="00931468" w:rsidRPr="00DC73EE" w:rsidRDefault="00931468" w:rsidP="00BD67F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931468" w14:paraId="2810685E" w14:textId="77777777" w:rsidTr="00BD67F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36E00D5" w14:textId="77777777" w:rsidR="00931468" w:rsidRPr="00DC73EE" w:rsidRDefault="00931468" w:rsidP="00BD67F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E22D209" w14:textId="77777777" w:rsidR="00931468" w:rsidRPr="00DC73EE" w:rsidRDefault="00931468" w:rsidP="00BD67F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8E050E6" w14:textId="77777777" w:rsidR="00931468" w:rsidRPr="00DC73EE" w:rsidRDefault="00931468" w:rsidP="00BD67F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C7926" w14:textId="77777777" w:rsidR="00931468" w:rsidRPr="00DC73EE" w:rsidRDefault="00931468" w:rsidP="00BD67F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E32EB" w14:paraId="3E43FE33" w14:textId="77777777" w:rsidTr="00BD67F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80918F7" w14:textId="77777777" w:rsidR="00CE32EB" w:rsidRPr="00DC73EE" w:rsidRDefault="00CE32EB" w:rsidP="00BD67F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700F9232" w14:textId="77777777" w:rsidR="00CE32EB" w:rsidRPr="00DC73EE" w:rsidRDefault="00CE32EB" w:rsidP="00BD67F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20687988" w14:textId="77777777" w:rsidR="00CE32EB" w:rsidRPr="00DC73EE" w:rsidRDefault="00CE32EB" w:rsidP="00BD67F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B2980" w14:textId="77777777" w:rsidR="00CE32EB" w:rsidRPr="00DC73EE" w:rsidRDefault="00CE32EB" w:rsidP="00BD67F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E32EB" w14:paraId="6E8D607F" w14:textId="77777777" w:rsidTr="00BD67F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17BB72E" w14:textId="77777777" w:rsidR="00CE32EB" w:rsidRPr="00DC73EE" w:rsidRDefault="00CE32EB" w:rsidP="00BD67F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122F3296" w14:textId="77777777" w:rsidR="00CE32EB" w:rsidRPr="00DC73EE" w:rsidRDefault="00CE32EB" w:rsidP="00BD67F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37B453EC" w14:textId="77777777" w:rsidR="00CE32EB" w:rsidRPr="00DC73EE" w:rsidRDefault="00CE32EB" w:rsidP="00BD67F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45DC0" w14:textId="77777777" w:rsidR="00CE32EB" w:rsidRPr="00DC73EE" w:rsidRDefault="00CE32EB" w:rsidP="00BD67F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E32EB" w14:paraId="7830D30C" w14:textId="77777777" w:rsidTr="00BD67F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0BBC87F" w14:textId="77777777" w:rsidR="00CE32EB" w:rsidRPr="00DC73EE" w:rsidRDefault="00CE32EB" w:rsidP="00BD67F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7F077A63" w14:textId="77777777" w:rsidR="00CE32EB" w:rsidRPr="00DC73EE" w:rsidRDefault="00CE32EB" w:rsidP="00BD67F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5CEF2864" w14:textId="77777777" w:rsidR="00CE32EB" w:rsidRPr="00DC73EE" w:rsidRDefault="00CE32EB" w:rsidP="00BD67F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D6B0E" w14:textId="77777777" w:rsidR="00CE32EB" w:rsidRPr="00DC73EE" w:rsidRDefault="00CE32EB" w:rsidP="00BD67F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E32EB" w14:paraId="1A189538" w14:textId="77777777" w:rsidTr="00BD67F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41D60D5" w14:textId="77777777" w:rsidR="00CE32EB" w:rsidRPr="00DC73EE" w:rsidRDefault="00CE32EB" w:rsidP="00BD67F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76188D63" w14:textId="77777777" w:rsidR="00CE32EB" w:rsidRPr="00DC73EE" w:rsidRDefault="00CE32EB" w:rsidP="00BD67F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26F51025" w14:textId="77777777" w:rsidR="00CE32EB" w:rsidRPr="00DC73EE" w:rsidRDefault="00CE32EB" w:rsidP="00BD67F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9149D" w14:textId="77777777" w:rsidR="00CE32EB" w:rsidRPr="00DC73EE" w:rsidRDefault="00CE32EB" w:rsidP="00BD67F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880B585" w14:textId="77777777" w:rsidR="00931468" w:rsidRDefault="00931468" w:rsidP="00931468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32A27CB1" w14:textId="59F61CEF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C00841" w14:textId="77777777" w:rsidR="00455E30" w:rsidRDefault="00455E30" w:rsidP="00962258">
      <w:pPr>
        <w:spacing w:after="0" w:line="240" w:lineRule="auto"/>
      </w:pPr>
      <w:r>
        <w:separator/>
      </w:r>
    </w:p>
  </w:endnote>
  <w:endnote w:type="continuationSeparator" w:id="0">
    <w:p w14:paraId="4ED42E3C" w14:textId="77777777" w:rsidR="00455E30" w:rsidRDefault="00455E3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A31C7F5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2C0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2C0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0F8C8E80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2C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2C0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5C3D2" w14:textId="77777777" w:rsidR="00455E30" w:rsidRDefault="00455E30" w:rsidP="00962258">
      <w:pPr>
        <w:spacing w:after="0" w:line="240" w:lineRule="auto"/>
      </w:pPr>
      <w:r>
        <w:separator/>
      </w:r>
    </w:p>
  </w:footnote>
  <w:footnote w:type="continuationSeparator" w:id="0">
    <w:p w14:paraId="5049D737" w14:textId="77777777" w:rsidR="00455E30" w:rsidRDefault="00455E30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6396109C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16108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4"/>
  </w:num>
  <w:num w:numId="35">
    <w:abstractNumId w:val="13"/>
  </w:num>
  <w:num w:numId="36">
    <w:abstractNumId w:val="2"/>
  </w:num>
  <w:num w:numId="37">
    <w:abstractNumId w:val="12"/>
  </w:num>
  <w:num w:numId="3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7706C"/>
    <w:rsid w:val="00082465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A38C8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3D3697"/>
    <w:rsid w:val="003E5CE1"/>
    <w:rsid w:val="00441430"/>
    <w:rsid w:val="00450F07"/>
    <w:rsid w:val="00453CD3"/>
    <w:rsid w:val="00455E30"/>
    <w:rsid w:val="00460660"/>
    <w:rsid w:val="00486107"/>
    <w:rsid w:val="00487AC9"/>
    <w:rsid w:val="00491827"/>
    <w:rsid w:val="004A0CFC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5D43"/>
    <w:rsid w:val="004F69EA"/>
    <w:rsid w:val="0051019F"/>
    <w:rsid w:val="00511AB9"/>
    <w:rsid w:val="00523EA7"/>
    <w:rsid w:val="00553375"/>
    <w:rsid w:val="00557C28"/>
    <w:rsid w:val="00562C4E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32455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06D6D"/>
    <w:rsid w:val="00913092"/>
    <w:rsid w:val="00922385"/>
    <w:rsid w:val="009223DF"/>
    <w:rsid w:val="00923DE9"/>
    <w:rsid w:val="00924ACC"/>
    <w:rsid w:val="00931468"/>
    <w:rsid w:val="00936091"/>
    <w:rsid w:val="00940D8A"/>
    <w:rsid w:val="00947A9D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81C3D"/>
    <w:rsid w:val="00A922C0"/>
    <w:rsid w:val="00A92E7F"/>
    <w:rsid w:val="00A93A74"/>
    <w:rsid w:val="00AA4CBB"/>
    <w:rsid w:val="00AA4D93"/>
    <w:rsid w:val="00AA65FA"/>
    <w:rsid w:val="00AA7351"/>
    <w:rsid w:val="00AC1810"/>
    <w:rsid w:val="00AD056F"/>
    <w:rsid w:val="00AD6731"/>
    <w:rsid w:val="00B15D0D"/>
    <w:rsid w:val="00B468D2"/>
    <w:rsid w:val="00B65564"/>
    <w:rsid w:val="00B75EE1"/>
    <w:rsid w:val="00B77481"/>
    <w:rsid w:val="00B8518B"/>
    <w:rsid w:val="00B87D91"/>
    <w:rsid w:val="00B93EF0"/>
    <w:rsid w:val="00BD66EA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CE32EB"/>
    <w:rsid w:val="00D21061"/>
    <w:rsid w:val="00D4108E"/>
    <w:rsid w:val="00D6163D"/>
    <w:rsid w:val="00D71A23"/>
    <w:rsid w:val="00D73D46"/>
    <w:rsid w:val="00D807D9"/>
    <w:rsid w:val="00D831A3"/>
    <w:rsid w:val="00DC1EB5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37ACD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2E0E"/>
    <w:rsid w:val="00F659EB"/>
    <w:rsid w:val="00F76C23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6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75066C8B532644BC4C33DDA6ADBFDB" ma:contentTypeVersion="12" ma:contentTypeDescription="Vytvoří nový dokument" ma:contentTypeScope="" ma:versionID="221387d9996f724a8fc357e6d2bf5d3c">
  <xsd:schema xmlns:xsd="http://www.w3.org/2001/XMLSchema" xmlns:xs="http://www.w3.org/2001/XMLSchema" xmlns:p="http://schemas.microsoft.com/office/2006/metadata/properties" xmlns:ns3="2cc53f03-f20e-45c2-932e-d0b8d8cf827f" xmlns:ns4="e72ec546-4dff-450b-b362-708814111d20" targetNamespace="http://schemas.microsoft.com/office/2006/metadata/properties" ma:root="true" ma:fieldsID="2ae9cc2c142ca706cd4012b085f435f0" ns3:_="" ns4:_="">
    <xsd:import namespace="2cc53f03-f20e-45c2-932e-d0b8d8cf827f"/>
    <xsd:import namespace="e72ec546-4dff-450b-b362-708814111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53f03-f20e-45c2-932e-d0b8d8cf82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ec546-4dff-450b-b362-708814111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D92464-4A0C-4BA0-804D-52466446AE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c53f03-f20e-45c2-932e-d0b8d8cf827f"/>
    <ds:schemaRef ds:uri="e72ec546-4dff-450b-b362-708814111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8F4A72-0FAB-48A5-A95A-043BE81ED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35</TotalTime>
  <Pages>11</Pages>
  <Words>1390</Words>
  <Characters>8207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Šorf David, Mgr.</cp:lastModifiedBy>
  <cp:revision>16</cp:revision>
  <cp:lastPrinted>2017-11-28T17:18:00Z</cp:lastPrinted>
  <dcterms:created xsi:type="dcterms:W3CDTF">2023-06-30T09:19:00Z</dcterms:created>
  <dcterms:modified xsi:type="dcterms:W3CDTF">2023-09-12T12:58:00Z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0x0101001C75066C8B532644BC4C33DDA6ADBFDB</vt:lpwstr>
  </property>
  <property fmtid="{D5CDD505-2E9C-101B-9397-08002B2CF9AE}" pid="3" name="URL">
    <vt:lpwstr/>
  </property>
</Properties>
</file>